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555CC5" w14:textId="77777777" w:rsidR="005E6C0C" w:rsidRPr="0023194C" w:rsidRDefault="005E6C0C" w:rsidP="0023194C">
      <w:pPr>
        <w:tabs>
          <w:tab w:val="left" w:pos="7230"/>
        </w:tabs>
        <w:spacing w:line="360" w:lineRule="auto"/>
        <w:rPr>
          <w:b/>
          <w:color w:val="800000"/>
          <w:sz w:val="26"/>
          <w:szCs w:val="26"/>
        </w:rPr>
      </w:pPr>
      <w:r w:rsidRPr="005E6C0C">
        <w:rPr>
          <w:b/>
          <w:color w:val="800000"/>
          <w:sz w:val="32"/>
          <w:szCs w:val="32"/>
        </w:rPr>
        <w:t>MEMO</w:t>
      </w:r>
    </w:p>
    <w:p w14:paraId="74D4E3D4" w14:textId="77777777" w:rsidR="005312AC" w:rsidRDefault="00D44379">
      <w:pPr>
        <w:tabs>
          <w:tab w:val="left" w:pos="993"/>
        </w:tabs>
        <w:spacing w:line="360" w:lineRule="auto"/>
      </w:pPr>
      <w:r>
        <w:t>Aan</w:t>
      </w:r>
      <w:r w:rsidR="005312AC">
        <w:tab/>
      </w:r>
      <w:r>
        <w:t>:</w:t>
      </w:r>
      <w:r w:rsidR="00FE4A31">
        <w:t xml:space="preserve"> </w:t>
      </w:r>
    </w:p>
    <w:p w14:paraId="26353C4B" w14:textId="77777777" w:rsidR="00D44379" w:rsidRDefault="005312AC">
      <w:pPr>
        <w:tabs>
          <w:tab w:val="left" w:pos="993"/>
        </w:tabs>
        <w:spacing w:line="360" w:lineRule="auto"/>
      </w:pPr>
      <w:r>
        <w:t>Van</w:t>
      </w:r>
      <w:r>
        <w:tab/>
        <w:t>:</w:t>
      </w:r>
      <w:r w:rsidR="00FE4A31">
        <w:t xml:space="preserve"> </w:t>
      </w:r>
    </w:p>
    <w:p w14:paraId="6356E1E2" w14:textId="77777777" w:rsidR="00D44379" w:rsidRDefault="00D44379">
      <w:pPr>
        <w:tabs>
          <w:tab w:val="left" w:pos="993"/>
        </w:tabs>
        <w:spacing w:line="360" w:lineRule="auto"/>
      </w:pPr>
      <w:r>
        <w:t>Datum</w:t>
      </w:r>
      <w:r w:rsidR="005312AC">
        <w:tab/>
      </w:r>
      <w:r>
        <w:t>:</w:t>
      </w:r>
      <w:r w:rsidR="00FE4A31">
        <w:t xml:space="preserve"> </w:t>
      </w:r>
    </w:p>
    <w:p w14:paraId="172496BC" w14:textId="77777777" w:rsidR="00D44379" w:rsidRDefault="00F90108">
      <w:pPr>
        <w:tabs>
          <w:tab w:val="left" w:pos="993"/>
        </w:tabs>
        <w:spacing w:line="360" w:lineRule="auto"/>
      </w:pPr>
      <w:r>
        <w:t>Betref</w:t>
      </w:r>
      <w:r w:rsidR="00DD6304">
        <w:t>t</w:t>
      </w:r>
      <w:r w:rsidR="005312AC">
        <w:tab/>
      </w:r>
      <w:r w:rsidR="00D44379">
        <w:t>:</w:t>
      </w:r>
      <w:r w:rsidR="00FE4A31">
        <w:t xml:space="preserve"> </w:t>
      </w:r>
    </w:p>
    <w:p w14:paraId="71B778E5" w14:textId="77777777" w:rsidR="00A529BF" w:rsidRDefault="00D44379">
      <w:pPr>
        <w:tabs>
          <w:tab w:val="left" w:leader="underscore" w:pos="8789"/>
        </w:tabs>
        <w:spacing w:line="360" w:lineRule="auto"/>
      </w:pPr>
      <w:r>
        <w:tab/>
      </w:r>
      <w:bookmarkStart w:id="0" w:name="vanafhier"/>
      <w:bookmarkEnd w:id="0"/>
    </w:p>
    <w:p w14:paraId="435417C1" w14:textId="6A1BD737" w:rsidR="00B13CB1" w:rsidRDefault="009107C5" w:rsidP="009107C5">
      <w:pPr>
        <w:pStyle w:val="plattetekst0"/>
        <w:spacing w:line="360" w:lineRule="auto"/>
      </w:pPr>
      <w:r w:rsidRPr="009107C5">
        <w:t>Ruimte voor je advies.</w:t>
      </w:r>
    </w:p>
    <w:p w14:paraId="491C518A" w14:textId="77777777" w:rsidR="009107C5" w:rsidRPr="00B6418A" w:rsidRDefault="009107C5" w:rsidP="009107C5">
      <w:pPr>
        <w:pStyle w:val="plattetekst0"/>
        <w:spacing w:line="360" w:lineRule="auto"/>
      </w:pPr>
    </w:p>
    <w:sectPr w:rsidR="009107C5" w:rsidRPr="00B6418A" w:rsidSect="00D60DE2">
      <w:footerReference w:type="default" r:id="rId7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57ED1" w14:textId="77777777" w:rsidR="00B1004D" w:rsidRDefault="00B1004D">
      <w:r>
        <w:separator/>
      </w:r>
    </w:p>
  </w:endnote>
  <w:endnote w:type="continuationSeparator" w:id="0">
    <w:p w14:paraId="3B25D275" w14:textId="77777777" w:rsidR="00B1004D" w:rsidRDefault="00B1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96C00" w14:textId="6FFDDC80" w:rsidR="00B13CB1" w:rsidRDefault="00240F65" w:rsidP="00B51F60">
    <w:pPr>
      <w:pStyle w:val="Voettekst"/>
      <w:jc w:val="center"/>
    </w:pPr>
    <w:r>
      <w:rPr>
        <w:noProof/>
      </w:rPr>
      <w:fldChar w:fldCharType="begin"/>
    </w:r>
    <w:r>
      <w:rPr>
        <w:noProof/>
      </w:rPr>
      <w:instrText xml:space="preserve"> FILENAME   \* MERGEFORMAT </w:instrText>
    </w:r>
    <w:r>
      <w:rPr>
        <w:noProof/>
      </w:rPr>
      <w:fldChar w:fldCharType="separate"/>
    </w:r>
    <w:r>
      <w:rPr>
        <w:noProof/>
      </w:rPr>
      <w:t>v</w:t>
    </w:r>
    <w:r w:rsidR="000B3DAA">
      <w:rPr>
        <w:noProof/>
      </w:rPr>
      <w:t>b</w:t>
    </w:r>
    <w:r>
      <w:rPr>
        <w:noProof/>
      </w:rPr>
      <w:t>_memo_kb.docx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029DF" w14:textId="77777777" w:rsidR="00B1004D" w:rsidRDefault="00B1004D">
      <w:r>
        <w:separator/>
      </w:r>
    </w:p>
  </w:footnote>
  <w:footnote w:type="continuationSeparator" w:id="0">
    <w:p w14:paraId="3029C971" w14:textId="77777777" w:rsidR="00B1004D" w:rsidRDefault="00B10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77E5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895C57"/>
    <w:multiLevelType w:val="multilevel"/>
    <w:tmpl w:val="A9C8FA9E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40A65DC"/>
    <w:multiLevelType w:val="hybridMultilevel"/>
    <w:tmpl w:val="E27A05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218F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C777A36"/>
    <w:multiLevelType w:val="hybridMultilevel"/>
    <w:tmpl w:val="7B4C70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21705"/>
    <w:multiLevelType w:val="multilevel"/>
    <w:tmpl w:val="9CEA58B0"/>
    <w:lvl w:ilvl="0">
      <w:start w:val="1"/>
      <w:numFmt w:val="bullet"/>
      <w:lvlRestart w:val="0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Text w:val=""/>
      <w:lvlJc w:val="left"/>
      <w:pPr>
        <w:tabs>
          <w:tab w:val="num" w:pos="1080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7" fillcolor="gray" strokecolor="#eaeaea">
      <v:fill color="gray" color2="blue"/>
      <v:stroke color="#eaeaea" weight="1pt"/>
      <v:shadow on="t" type="perspective" color="silver" opacity="52429f" origin="-.5,.5" matrix=",46340f,,.5,,-4768371582e-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AC"/>
    <w:rsid w:val="000467EF"/>
    <w:rsid w:val="000535C9"/>
    <w:rsid w:val="00071362"/>
    <w:rsid w:val="00075C18"/>
    <w:rsid w:val="00077E75"/>
    <w:rsid w:val="00081401"/>
    <w:rsid w:val="00085E48"/>
    <w:rsid w:val="00094F57"/>
    <w:rsid w:val="000A2F2C"/>
    <w:rsid w:val="000B3DAA"/>
    <w:rsid w:val="000C5013"/>
    <w:rsid w:val="000C7E5C"/>
    <w:rsid w:val="000D6894"/>
    <w:rsid w:val="00102200"/>
    <w:rsid w:val="00106196"/>
    <w:rsid w:val="0011738C"/>
    <w:rsid w:val="001316F8"/>
    <w:rsid w:val="0014301D"/>
    <w:rsid w:val="00143588"/>
    <w:rsid w:val="001C05BB"/>
    <w:rsid w:val="001C0912"/>
    <w:rsid w:val="001F1C4F"/>
    <w:rsid w:val="0020037E"/>
    <w:rsid w:val="002014C9"/>
    <w:rsid w:val="0023194C"/>
    <w:rsid w:val="00240F65"/>
    <w:rsid w:val="002439B7"/>
    <w:rsid w:val="00275CF7"/>
    <w:rsid w:val="002B1CB6"/>
    <w:rsid w:val="002C7557"/>
    <w:rsid w:val="00301948"/>
    <w:rsid w:val="00304E46"/>
    <w:rsid w:val="00320E2C"/>
    <w:rsid w:val="00322FEF"/>
    <w:rsid w:val="00371EDE"/>
    <w:rsid w:val="00383935"/>
    <w:rsid w:val="00384A4D"/>
    <w:rsid w:val="003A491F"/>
    <w:rsid w:val="003B052F"/>
    <w:rsid w:val="003B6A02"/>
    <w:rsid w:val="003C027A"/>
    <w:rsid w:val="003F7945"/>
    <w:rsid w:val="004127EE"/>
    <w:rsid w:val="00420109"/>
    <w:rsid w:val="00425656"/>
    <w:rsid w:val="00433638"/>
    <w:rsid w:val="0043583D"/>
    <w:rsid w:val="00457F99"/>
    <w:rsid w:val="00475A39"/>
    <w:rsid w:val="00483C47"/>
    <w:rsid w:val="005019DE"/>
    <w:rsid w:val="00511FE1"/>
    <w:rsid w:val="00514114"/>
    <w:rsid w:val="005312AC"/>
    <w:rsid w:val="005444ED"/>
    <w:rsid w:val="00555032"/>
    <w:rsid w:val="00555ED6"/>
    <w:rsid w:val="0056154F"/>
    <w:rsid w:val="005771FC"/>
    <w:rsid w:val="005817DA"/>
    <w:rsid w:val="00582B95"/>
    <w:rsid w:val="0058416C"/>
    <w:rsid w:val="005B279D"/>
    <w:rsid w:val="005E11DA"/>
    <w:rsid w:val="005E6A26"/>
    <w:rsid w:val="005E6C0C"/>
    <w:rsid w:val="005F7C17"/>
    <w:rsid w:val="006177D9"/>
    <w:rsid w:val="00625093"/>
    <w:rsid w:val="00662AE6"/>
    <w:rsid w:val="00684F42"/>
    <w:rsid w:val="006B323F"/>
    <w:rsid w:val="006C1E13"/>
    <w:rsid w:val="006D4262"/>
    <w:rsid w:val="006E5C7A"/>
    <w:rsid w:val="006F467B"/>
    <w:rsid w:val="006F744E"/>
    <w:rsid w:val="007916A9"/>
    <w:rsid w:val="00794BD1"/>
    <w:rsid w:val="007A5A83"/>
    <w:rsid w:val="007B64CF"/>
    <w:rsid w:val="0081034C"/>
    <w:rsid w:val="008213A7"/>
    <w:rsid w:val="00826CD2"/>
    <w:rsid w:val="0083052A"/>
    <w:rsid w:val="00836EBD"/>
    <w:rsid w:val="00843DB7"/>
    <w:rsid w:val="00845E7A"/>
    <w:rsid w:val="008467A6"/>
    <w:rsid w:val="0084720F"/>
    <w:rsid w:val="00855AF2"/>
    <w:rsid w:val="00897E84"/>
    <w:rsid w:val="008B3F25"/>
    <w:rsid w:val="008B4A4F"/>
    <w:rsid w:val="008B504A"/>
    <w:rsid w:val="008F2235"/>
    <w:rsid w:val="009107C5"/>
    <w:rsid w:val="009125F9"/>
    <w:rsid w:val="00922A80"/>
    <w:rsid w:val="009308E7"/>
    <w:rsid w:val="00980F7A"/>
    <w:rsid w:val="00991FC9"/>
    <w:rsid w:val="009D1368"/>
    <w:rsid w:val="009D4345"/>
    <w:rsid w:val="009E0135"/>
    <w:rsid w:val="009E2946"/>
    <w:rsid w:val="009F2CB9"/>
    <w:rsid w:val="00A21A4C"/>
    <w:rsid w:val="00A31334"/>
    <w:rsid w:val="00A36E46"/>
    <w:rsid w:val="00A529BF"/>
    <w:rsid w:val="00A839DC"/>
    <w:rsid w:val="00A9370E"/>
    <w:rsid w:val="00AB26CF"/>
    <w:rsid w:val="00AD7E87"/>
    <w:rsid w:val="00AF2C5C"/>
    <w:rsid w:val="00B02E61"/>
    <w:rsid w:val="00B05983"/>
    <w:rsid w:val="00B1004D"/>
    <w:rsid w:val="00B13CB1"/>
    <w:rsid w:val="00B16621"/>
    <w:rsid w:val="00B16F2E"/>
    <w:rsid w:val="00B23764"/>
    <w:rsid w:val="00B30554"/>
    <w:rsid w:val="00B41ED8"/>
    <w:rsid w:val="00B51F60"/>
    <w:rsid w:val="00B54E1C"/>
    <w:rsid w:val="00B6418A"/>
    <w:rsid w:val="00BA0A69"/>
    <w:rsid w:val="00BA3631"/>
    <w:rsid w:val="00BF7F27"/>
    <w:rsid w:val="00C06A44"/>
    <w:rsid w:val="00C27B9D"/>
    <w:rsid w:val="00C85309"/>
    <w:rsid w:val="00CA273C"/>
    <w:rsid w:val="00CC21FF"/>
    <w:rsid w:val="00CC4CF7"/>
    <w:rsid w:val="00CD04E9"/>
    <w:rsid w:val="00CF284C"/>
    <w:rsid w:val="00D002EB"/>
    <w:rsid w:val="00D35949"/>
    <w:rsid w:val="00D420B7"/>
    <w:rsid w:val="00D44379"/>
    <w:rsid w:val="00D465D9"/>
    <w:rsid w:val="00D50E47"/>
    <w:rsid w:val="00D60DE2"/>
    <w:rsid w:val="00D61B63"/>
    <w:rsid w:val="00D65E0E"/>
    <w:rsid w:val="00D83A48"/>
    <w:rsid w:val="00D87F2E"/>
    <w:rsid w:val="00D92D8C"/>
    <w:rsid w:val="00DD6304"/>
    <w:rsid w:val="00DE6969"/>
    <w:rsid w:val="00E32D16"/>
    <w:rsid w:val="00E60291"/>
    <w:rsid w:val="00E703A6"/>
    <w:rsid w:val="00E86EB4"/>
    <w:rsid w:val="00EA1E2C"/>
    <w:rsid w:val="00EC224F"/>
    <w:rsid w:val="00EF2C23"/>
    <w:rsid w:val="00F3382D"/>
    <w:rsid w:val="00F37485"/>
    <w:rsid w:val="00F4652A"/>
    <w:rsid w:val="00F843C6"/>
    <w:rsid w:val="00F90108"/>
    <w:rsid w:val="00F91813"/>
    <w:rsid w:val="00FB47A6"/>
    <w:rsid w:val="00FE10EB"/>
    <w:rsid w:val="00FE4A31"/>
    <w:rsid w:val="00FF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 fillcolor="gray" strokecolor="#eaeaea">
      <v:fill color="gray" color2="blue"/>
      <v:stroke color="#eaeaea" weight="1pt"/>
      <v:shadow on="t" type="perspective" color="silver" opacity="52429f" origin="-.5,.5" matrix=",46340f,,.5,,-4768371582e-16"/>
    </o:shapedefaults>
    <o:shapelayout v:ext="edit">
      <o:idmap v:ext="edit" data="1"/>
    </o:shapelayout>
  </w:shapeDefaults>
  <w:decimalSymbol w:val=","/>
  <w:listSeparator w:val=";"/>
  <w14:docId w14:val="33C48E6F"/>
  <w15:chartTrackingRefBased/>
  <w15:docId w15:val="{1CA48E79-41BE-4D28-906D-2A257ABAC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rFonts w:ascii="Arial" w:hAnsi="Arial"/>
      <w:sz w:val="22"/>
      <w:lang w:eastAsia="en-US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sz w:val="32"/>
    </w:rPr>
  </w:style>
  <w:style w:type="paragraph" w:styleId="Kop2">
    <w:name w:val="heading 2"/>
    <w:basedOn w:val="Standaard"/>
    <w:next w:val="Standaard"/>
    <w:qFormat/>
    <w:pPr>
      <w:keepNext/>
      <w:ind w:left="1418"/>
      <w:outlineLvl w:val="1"/>
    </w:pPr>
    <w:rPr>
      <w:i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pPr>
      <w:spacing w:after="120"/>
    </w:pPr>
  </w:style>
  <w:style w:type="paragraph" w:styleId="Koptekst">
    <w:name w:val="header"/>
    <w:basedOn w:val="Standaard"/>
    <w:rsid w:val="005312AC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rsid w:val="005312AC"/>
    <w:pPr>
      <w:tabs>
        <w:tab w:val="center" w:pos="4320"/>
        <w:tab w:val="right" w:pos="8640"/>
      </w:tabs>
    </w:pPr>
  </w:style>
  <w:style w:type="character" w:styleId="Paginanummer">
    <w:name w:val="page number"/>
    <w:basedOn w:val="Standaardalinea-lettertype"/>
    <w:rsid w:val="00475A39"/>
  </w:style>
  <w:style w:type="paragraph" w:customStyle="1" w:styleId="plattetekst0">
    <w:name w:val="platte tekst"/>
    <w:basedOn w:val="Standaard"/>
    <w:link w:val="plattetekstChar"/>
    <w:rsid w:val="005444ED"/>
    <w:pPr>
      <w:tabs>
        <w:tab w:val="left" w:pos="397"/>
        <w:tab w:val="left" w:pos="794"/>
        <w:tab w:val="left" w:pos="1191"/>
        <w:tab w:val="left" w:pos="1588"/>
        <w:tab w:val="left" w:pos="1985"/>
      </w:tabs>
      <w:spacing w:line="290" w:lineRule="atLeast"/>
    </w:pPr>
    <w:rPr>
      <w:spacing w:val="6"/>
    </w:rPr>
  </w:style>
  <w:style w:type="paragraph" w:customStyle="1" w:styleId="opsomming">
    <w:name w:val="opsomming"/>
    <w:basedOn w:val="Standaard"/>
    <w:rsid w:val="005444ED"/>
    <w:pPr>
      <w:numPr>
        <w:numId w:val="3"/>
      </w:numPr>
      <w:spacing w:line="290" w:lineRule="atLeast"/>
    </w:pPr>
    <w:rPr>
      <w:spacing w:val="6"/>
    </w:rPr>
  </w:style>
  <w:style w:type="paragraph" w:customStyle="1" w:styleId="opsomming2">
    <w:name w:val="opsomming2"/>
    <w:basedOn w:val="opsomming"/>
    <w:rsid w:val="005444ED"/>
    <w:pPr>
      <w:numPr>
        <w:ilvl w:val="1"/>
      </w:numPr>
    </w:pPr>
  </w:style>
  <w:style w:type="table" w:styleId="Tabelraster">
    <w:name w:val="Table Grid"/>
    <w:basedOn w:val="Standaardtabel"/>
    <w:rsid w:val="005444ED"/>
    <w:pPr>
      <w:spacing w:line="29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tetekstChar">
    <w:name w:val="platte tekst Char"/>
    <w:link w:val="plattetekst0"/>
    <w:rsid w:val="005444ED"/>
    <w:rPr>
      <w:rFonts w:ascii="Arial" w:hAnsi="Arial"/>
      <w:spacing w:val="6"/>
      <w:sz w:val="22"/>
      <w:lang w:val="nl-NL" w:eastAsia="en-US" w:bidi="ar-SA"/>
    </w:rPr>
  </w:style>
  <w:style w:type="character" w:customStyle="1" w:styleId="pagnr">
    <w:name w:val="pagnr"/>
    <w:rsid w:val="008B4A4F"/>
    <w:rPr>
      <w:rFonts w:ascii="Arial" w:hAnsi="Arial"/>
      <w:sz w:val="20"/>
    </w:rPr>
  </w:style>
  <w:style w:type="character" w:customStyle="1" w:styleId="sdu">
    <w:name w:val="sdu"/>
    <w:rsid w:val="008B4A4F"/>
    <w:rPr>
      <w:rFonts w:ascii="Arial" w:hAnsi="Arial"/>
      <w:spacing w:val="4"/>
      <w:sz w:val="14"/>
    </w:rPr>
  </w:style>
  <w:style w:type="paragraph" w:customStyle="1" w:styleId="voettekst0">
    <w:name w:val="voettekst"/>
    <w:basedOn w:val="Standaard"/>
    <w:rsid w:val="008B4A4F"/>
    <w:pPr>
      <w:tabs>
        <w:tab w:val="center" w:pos="4820"/>
        <w:tab w:val="right" w:pos="9639"/>
      </w:tabs>
      <w:spacing w:line="290" w:lineRule="atLeast"/>
    </w:pPr>
    <w:rPr>
      <w:spacing w:val="6"/>
      <w:szCs w:val="24"/>
      <w:lang w:eastAsia="nl-NL"/>
    </w:rPr>
  </w:style>
  <w:style w:type="character" w:customStyle="1" w:styleId="leesverder">
    <w:name w:val="leesverder"/>
    <w:rsid w:val="008B4A4F"/>
    <w:rPr>
      <w:rFonts w:ascii="Arial" w:hAnsi="Arial"/>
      <w:spacing w:val="6"/>
      <w:sz w:val="16"/>
    </w:rPr>
  </w:style>
  <w:style w:type="paragraph" w:styleId="Ballontekst">
    <w:name w:val="Balloon Text"/>
    <w:basedOn w:val="Standaard"/>
    <w:link w:val="BallontekstChar"/>
    <w:rsid w:val="00AB26CF"/>
    <w:rPr>
      <w:rFonts w:ascii="Tahoma" w:hAnsi="Tahoma"/>
      <w:sz w:val="16"/>
      <w:szCs w:val="16"/>
      <w:lang w:val="x-none" w:eastAsia="x-none"/>
    </w:rPr>
  </w:style>
  <w:style w:type="character" w:customStyle="1" w:styleId="BallontekstChar">
    <w:name w:val="Ballontekst Char"/>
    <w:link w:val="Ballontekst"/>
    <w:rsid w:val="00AB26CF"/>
    <w:rPr>
      <w:rFonts w:ascii="Tahoma" w:hAnsi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Centrale%20Examens%20VMBO\ICT-route%20BB-KB\2007\praktijk\vaksectie%203\digitale%20bestanden\memo.do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B05C1B-86E1-4247-9F25-0E50F8796261}"/>
</file>

<file path=customXml/itemProps2.xml><?xml version="1.0" encoding="utf-8"?>
<ds:datastoreItem xmlns:ds="http://schemas.openxmlformats.org/officeDocument/2006/customXml" ds:itemID="{E7EDB0E1-A133-489B-B83C-F16BB7337D15}"/>
</file>

<file path=docProps/app.xml><?xml version="1.0" encoding="utf-8"?>
<Properties xmlns="http://schemas.openxmlformats.org/officeDocument/2006/extended-properties" xmlns:vt="http://schemas.openxmlformats.org/officeDocument/2006/docPropsVTypes">
  <Template>memo.dot</Template>
  <TotalTime>0</TotalTime>
  <Pages>1</Pages>
  <Words>13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MEMO</vt:lpstr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Joost Schotten</dc:creator>
  <cp:keywords/>
  <cp:lastModifiedBy>Marieke op den Kamp</cp:lastModifiedBy>
  <cp:revision>3</cp:revision>
  <cp:lastPrinted>2007-01-08T14:25:00Z</cp:lastPrinted>
  <dcterms:created xsi:type="dcterms:W3CDTF">2021-07-06T17:55:00Z</dcterms:created>
  <dcterms:modified xsi:type="dcterms:W3CDTF">2021-09-23T07:20:00Z</dcterms:modified>
</cp:coreProperties>
</file>